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1F4C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Wykonawca</w:t>
      </w:r>
    </w:p>
    <w:p w14:paraId="286962B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6DFE000B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54456C">
        <w:rPr>
          <w:rFonts w:ascii="Arial Narrow" w:hAnsi="Arial Narrow"/>
          <w:sz w:val="24"/>
          <w:szCs w:val="24"/>
        </w:rPr>
        <w:tab/>
      </w:r>
    </w:p>
    <w:p w14:paraId="44548ADA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54456C">
        <w:rPr>
          <w:rFonts w:ascii="Arial Narrow" w:hAnsi="Arial Narrow"/>
          <w:sz w:val="24"/>
          <w:szCs w:val="24"/>
        </w:rPr>
        <w:t>CEiDG</w:t>
      </w:r>
      <w:proofErr w:type="spellEnd"/>
      <w:r w:rsidRPr="0054456C">
        <w:rPr>
          <w:rFonts w:ascii="Arial Narrow" w:hAnsi="Arial Narrow"/>
          <w:sz w:val="24"/>
          <w:szCs w:val="24"/>
        </w:rPr>
        <w:t>)</w:t>
      </w:r>
    </w:p>
    <w:p w14:paraId="7A5F938D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reprezentowany przez:</w:t>
      </w:r>
    </w:p>
    <w:p w14:paraId="3FAC7791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5673CC8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(imię, nazwisko, stanowisko /</w:t>
      </w:r>
    </w:p>
    <w:p w14:paraId="3379D1CD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podstawa do reprezentacji)</w:t>
      </w:r>
    </w:p>
    <w:p w14:paraId="637263E3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ZOBOWIĄZANIE INNYCH PODMIOTÓW DO ODDANIA WYKONAWCY</w:t>
      </w:r>
    </w:p>
    <w:p w14:paraId="366EE112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DO DYSPOZYCJI NIEZBĘDNYCH ZASOBÓW</w:t>
      </w:r>
    </w:p>
    <w:p w14:paraId="56BD2EB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Na potrzeby postępowania o udzielenie zamówienia publicznego na realizację zadania:</w:t>
      </w:r>
    </w:p>
    <w:p w14:paraId="32B58DF4" w14:textId="1ED84FDA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„</w:t>
      </w:r>
      <w:r w:rsidR="004E3FB1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4E3FB1">
        <w:rPr>
          <w:rFonts w:ascii="Arial Narrow" w:hAnsi="Arial Narrow"/>
          <w:sz w:val="24"/>
          <w:szCs w:val="24"/>
        </w:rPr>
        <w:t>r</w:t>
      </w:r>
      <w:r w:rsidR="004E3FB1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4E3FB1" w:rsidRPr="00E33DAB">
        <w:rPr>
          <w:rFonts w:ascii="Arial Narrow" w:hAnsi="Arial Narrow"/>
          <w:sz w:val="24"/>
          <w:szCs w:val="24"/>
        </w:rPr>
        <w:t>Esken</w:t>
      </w:r>
      <w:r w:rsidR="004E3FB1">
        <w:rPr>
          <w:rFonts w:ascii="Arial Narrow" w:hAnsi="Arial Narrow"/>
          <w:sz w:val="24"/>
          <w:szCs w:val="24"/>
        </w:rPr>
        <w:t>ó</w:t>
      </w:r>
      <w:r w:rsidR="004E3FB1" w:rsidRPr="00E33DAB">
        <w:rPr>
          <w:rFonts w:ascii="Arial Narrow" w:hAnsi="Arial Narrow"/>
          <w:sz w:val="24"/>
          <w:szCs w:val="24"/>
        </w:rPr>
        <w:t>w</w:t>
      </w:r>
      <w:proofErr w:type="spellEnd"/>
      <w:r w:rsidR="004E3FB1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4E3FB1">
        <w:rPr>
          <w:rFonts w:ascii="Arial Narrow" w:hAnsi="Arial Narrow"/>
          <w:sz w:val="24"/>
          <w:szCs w:val="24"/>
        </w:rPr>
        <w:t>.</w:t>
      </w:r>
      <w:r w:rsidRPr="0054456C">
        <w:rPr>
          <w:rFonts w:ascii="Arial Narrow" w:hAnsi="Arial Narrow"/>
          <w:sz w:val="24"/>
          <w:szCs w:val="24"/>
        </w:rPr>
        <w:t>”</w:t>
      </w:r>
    </w:p>
    <w:p w14:paraId="7A1385F4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Oświadczam / oświadczamy, że zobowiązuję się do oddania do dyspozycji na rzecz Wykonawcy:</w:t>
      </w:r>
    </w:p>
    <w:p w14:paraId="5A06EA4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5657BE87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(nazwa Wykonawcy)</w:t>
      </w:r>
    </w:p>
    <w:p w14:paraId="7F35151C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niżej wymienione niezbędne zasoby na okres korzystania z nich przy wykonywaniu zamówienia:</w:t>
      </w:r>
    </w:p>
    <w:p w14:paraId="3277CBBC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38CFA8D0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(zakres dostępnych wykonawcy zasobów podmiotu udostępniającego zasoby)</w:t>
      </w:r>
    </w:p>
    <w:p w14:paraId="118C1246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45A5D1A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056A00A4" w14:textId="5F876423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Zrealizuję niżej wymienione </w:t>
      </w:r>
      <w:r w:rsidR="00383A4C">
        <w:rPr>
          <w:rFonts w:ascii="Arial Narrow" w:hAnsi="Arial Narrow"/>
          <w:sz w:val="24"/>
          <w:szCs w:val="24"/>
        </w:rPr>
        <w:t>usługi</w:t>
      </w:r>
      <w:r w:rsidRPr="0054456C">
        <w:rPr>
          <w:rFonts w:ascii="Arial Narrow" w:hAnsi="Arial Narrow"/>
          <w:sz w:val="24"/>
          <w:szCs w:val="24"/>
        </w:rPr>
        <w:t>, których dotyczą udostępniane zasoby, odnoszące się do warunków udziału dotyczących doświadczenia, na których polega Wykonawca w zakresie:</w:t>
      </w:r>
    </w:p>
    <w:p w14:paraId="4EA753CB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4465FC7" w14:textId="04B3D96B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(wymienić zadania w ramach </w:t>
      </w:r>
      <w:r w:rsidR="00383A4C">
        <w:rPr>
          <w:rFonts w:ascii="Arial Narrow" w:hAnsi="Arial Narrow"/>
          <w:sz w:val="24"/>
          <w:szCs w:val="24"/>
        </w:rPr>
        <w:t>usług</w:t>
      </w:r>
      <w:r w:rsidRPr="0054456C">
        <w:rPr>
          <w:rFonts w:ascii="Arial Narrow" w:hAnsi="Arial Narrow"/>
          <w:sz w:val="24"/>
          <w:szCs w:val="24"/>
        </w:rPr>
        <w:t>)</w:t>
      </w:r>
    </w:p>
    <w:p w14:paraId="1AD4FE48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</w:p>
    <w:p w14:paraId="782BD157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</w:p>
    <w:p w14:paraId="11F4D2BF" w14:textId="4F9EC0E1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 xml:space="preserve">Podpis: </w:t>
      </w:r>
    </w:p>
    <w:p w14:paraId="7845925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00D2E11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54456C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34ACF6DA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6A86D745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54456C">
        <w:rPr>
          <w:rFonts w:ascii="Arial Narrow" w:hAnsi="Arial Narrow"/>
          <w:sz w:val="24"/>
          <w:szCs w:val="24"/>
          <w:u w:val="single"/>
        </w:rPr>
        <w:t>Uwaga:</w:t>
      </w:r>
    </w:p>
    <w:p w14:paraId="51FD563F" w14:textId="77777777" w:rsidR="0054456C" w:rsidRPr="0054456C" w:rsidRDefault="0054456C" w:rsidP="0054456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54456C">
        <w:rPr>
          <w:rFonts w:ascii="Arial Narrow" w:hAnsi="Arial Narrow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2985C270" w14:textId="77777777" w:rsidR="00AA6F2D" w:rsidRPr="0054456C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54456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063EC" w14:textId="77777777" w:rsidR="00DA613C" w:rsidRDefault="00DA613C" w:rsidP="001522C2">
      <w:pPr>
        <w:spacing w:after="0" w:line="240" w:lineRule="auto"/>
      </w:pPr>
      <w:r>
        <w:separator/>
      </w:r>
    </w:p>
  </w:endnote>
  <w:endnote w:type="continuationSeparator" w:id="0">
    <w:p w14:paraId="5B9C0D68" w14:textId="77777777" w:rsidR="00DA613C" w:rsidRDefault="00DA613C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0D226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552B7518" wp14:editId="7F37FCFF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AAD798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0786" w14:textId="77777777" w:rsidR="00DA613C" w:rsidRDefault="00DA613C" w:rsidP="001522C2">
      <w:pPr>
        <w:spacing w:after="0" w:line="240" w:lineRule="auto"/>
      </w:pPr>
      <w:r>
        <w:separator/>
      </w:r>
    </w:p>
  </w:footnote>
  <w:footnote w:type="continuationSeparator" w:id="0">
    <w:p w14:paraId="0AD602A5" w14:textId="77777777" w:rsidR="00DA613C" w:rsidRDefault="00DA613C" w:rsidP="0015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E3EC" w14:textId="7202AED5" w:rsidR="0054456C" w:rsidRDefault="0054456C">
    <w:pPr>
      <w:pStyle w:val="Nagwek"/>
    </w:pPr>
    <w:r>
      <w:rPr>
        <w:rFonts w:ascii="Arial Narrow" w:hAnsi="Arial Narrow"/>
        <w:sz w:val="24"/>
        <w:szCs w:val="24"/>
      </w:rPr>
      <w:t xml:space="preserve">Załącznik nr 3 do SWZ wzór zobowiązanie innych podmiotów do oddania wykonawcy do dyspozycji niezbędnych zasobów, </w:t>
    </w:r>
    <w:bookmarkStart w:id="1" w:name="_Hlk222136279"/>
    <w:r w:rsidR="004E3FB1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4E3FB1">
      <w:rPr>
        <w:rFonts w:ascii="Arial Narrow" w:hAnsi="Arial Narrow"/>
        <w:sz w:val="24"/>
        <w:szCs w:val="24"/>
      </w:rPr>
      <w:t>r</w:t>
    </w:r>
    <w:r w:rsidR="004E3FB1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4E3FB1" w:rsidRPr="00E33DAB">
      <w:rPr>
        <w:rFonts w:ascii="Arial Narrow" w:hAnsi="Arial Narrow"/>
        <w:sz w:val="24"/>
        <w:szCs w:val="24"/>
      </w:rPr>
      <w:t>Esken</w:t>
    </w:r>
    <w:r w:rsidR="004E3FB1">
      <w:rPr>
        <w:rFonts w:ascii="Arial Narrow" w:hAnsi="Arial Narrow"/>
        <w:sz w:val="24"/>
        <w:szCs w:val="24"/>
      </w:rPr>
      <w:t>ó</w:t>
    </w:r>
    <w:r w:rsidR="004E3FB1" w:rsidRPr="00E33DAB">
      <w:rPr>
        <w:rFonts w:ascii="Arial Narrow" w:hAnsi="Arial Narrow"/>
        <w:sz w:val="24"/>
        <w:szCs w:val="24"/>
      </w:rPr>
      <w:t>w</w:t>
    </w:r>
    <w:proofErr w:type="spellEnd"/>
    <w:r w:rsidR="004E3FB1" w:rsidRPr="00E33DAB">
      <w:rPr>
        <w:rFonts w:ascii="Arial Narrow" w:hAnsi="Arial Narrow"/>
        <w:sz w:val="24"/>
        <w:szCs w:val="24"/>
      </w:rPr>
      <w:t xml:space="preserve"> wraz z pracami dodatkowymi</w:t>
    </w:r>
    <w:r w:rsidR="004E3FB1">
      <w:rPr>
        <w:rFonts w:ascii="Arial Narrow" w:hAnsi="Arial Narrow"/>
        <w:sz w:val="24"/>
        <w:szCs w:val="24"/>
      </w:rPr>
      <w:t>.</w:t>
    </w:r>
    <w:bookmarkEnd w:id="1"/>
  </w:p>
  <w:p w14:paraId="78890C6A" w14:textId="77777777" w:rsidR="0054456C" w:rsidRDefault="005445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56C"/>
    <w:rsid w:val="000B7303"/>
    <w:rsid w:val="00110057"/>
    <w:rsid w:val="001522C2"/>
    <w:rsid w:val="001D1F39"/>
    <w:rsid w:val="00383A4C"/>
    <w:rsid w:val="004E3FB1"/>
    <w:rsid w:val="0054456C"/>
    <w:rsid w:val="00795F52"/>
    <w:rsid w:val="00860E63"/>
    <w:rsid w:val="00AA6F2D"/>
    <w:rsid w:val="00C6059F"/>
    <w:rsid w:val="00CB37E0"/>
    <w:rsid w:val="00CE2DCB"/>
    <w:rsid w:val="00D37B8F"/>
    <w:rsid w:val="00DA613C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7960"/>
  <w15:chartTrackingRefBased/>
  <w15:docId w15:val="{35ECC3D6-C779-44C6-8C51-F23D4615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4</TotalTime>
  <Pages>2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3</cp:revision>
  <dcterms:created xsi:type="dcterms:W3CDTF">2026-01-26T16:14:00Z</dcterms:created>
  <dcterms:modified xsi:type="dcterms:W3CDTF">2026-02-19T10:55:00Z</dcterms:modified>
</cp:coreProperties>
</file>